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434CF0CD" w:rsidR="000855FF" w:rsidRPr="00E40CEA" w:rsidRDefault="000855FF" w:rsidP="0018510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E40CEA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E40CEA">
        <w:rPr>
          <w:b/>
          <w:color w:val="000000" w:themeColor="text1"/>
          <w:szCs w:val="18"/>
        </w:rPr>
        <w:t>POST/DYS/OB/GZ/0</w:t>
      </w:r>
      <w:r w:rsidR="009920A0">
        <w:rPr>
          <w:b/>
          <w:color w:val="000000" w:themeColor="text1"/>
          <w:szCs w:val="18"/>
        </w:rPr>
        <w:t>4</w:t>
      </w:r>
      <w:r w:rsidR="0018510A">
        <w:rPr>
          <w:b/>
          <w:color w:val="000000" w:themeColor="text1"/>
          <w:szCs w:val="18"/>
        </w:rPr>
        <w:t>193</w:t>
      </w:r>
      <w:r w:rsidR="00896E05" w:rsidRPr="00E40CEA">
        <w:rPr>
          <w:b/>
          <w:color w:val="000000" w:themeColor="text1"/>
          <w:szCs w:val="18"/>
        </w:rPr>
        <w:t>/2025</w:t>
      </w:r>
      <w:r w:rsidR="00D7286B" w:rsidRPr="00E40CEA">
        <w:rPr>
          <w:rFonts w:cstheme="minorHAnsi"/>
          <w:szCs w:val="18"/>
          <w:lang w:eastAsia="pl-PL"/>
        </w:rPr>
        <w:t>,</w:t>
      </w:r>
      <w:r w:rsidRPr="00E40CEA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E40CEA">
        <w:rPr>
          <w:rFonts w:cstheme="minorHAnsi"/>
          <w:szCs w:val="18"/>
          <w:lang w:eastAsia="pl-PL"/>
        </w:rPr>
        <w:t>„</w:t>
      </w:r>
      <w:r w:rsidR="0018510A" w:rsidRPr="0018510A">
        <w:rPr>
          <w:rFonts w:cstheme="minorHAnsi"/>
          <w:b/>
          <w:bCs/>
          <w:szCs w:val="18"/>
          <w:lang w:eastAsia="pl-PL"/>
        </w:rPr>
        <w:t>Wykonanie modernizacji budowlanych stacji SN/</w:t>
      </w:r>
      <w:proofErr w:type="spellStart"/>
      <w:r w:rsidR="0018510A" w:rsidRPr="0018510A">
        <w:rPr>
          <w:rFonts w:cstheme="minorHAnsi"/>
          <w:b/>
          <w:bCs/>
          <w:szCs w:val="18"/>
          <w:lang w:eastAsia="pl-PL"/>
        </w:rPr>
        <w:t>nN</w:t>
      </w:r>
      <w:proofErr w:type="spellEnd"/>
      <w:r w:rsidR="0018510A" w:rsidRPr="0018510A">
        <w:rPr>
          <w:rFonts w:cstheme="minorHAnsi"/>
          <w:b/>
          <w:bCs/>
          <w:szCs w:val="18"/>
          <w:lang w:eastAsia="pl-PL"/>
        </w:rPr>
        <w:t xml:space="preserve"> na terenie 6 rejonów energetycznych w PGE Dystrybucja S.A. Oddział Białystok – 6 części</w:t>
      </w:r>
      <w:r w:rsidR="0068507E" w:rsidRPr="00E40CEA">
        <w:rPr>
          <w:rFonts w:cstheme="minorHAnsi"/>
          <w:szCs w:val="18"/>
          <w:lang w:eastAsia="pl-PL"/>
        </w:rPr>
        <w:t>”,</w:t>
      </w:r>
      <w:r w:rsidRPr="00E40CEA">
        <w:rPr>
          <w:rFonts w:cstheme="minorHAnsi"/>
          <w:b/>
          <w:szCs w:val="18"/>
          <w:lang w:eastAsia="pl-PL"/>
        </w:rPr>
        <w:t xml:space="preserve"> oświadczamy</w:t>
      </w:r>
      <w:r w:rsidRPr="00E40CEA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43B83A1E" w:rsidR="004E2BC6" w:rsidRPr="000855FF" w:rsidRDefault="0018510A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Kierownikiem budowy posiadającym uprawnienia budowlane do kierowania robotami w branży budowlanej (uprawnienia z aktualną przynależnością do właściwej Izby Budownictwa) do kierowania robotami budowlanymi, w zakresie </w:t>
            </w:r>
            <w:proofErr w:type="spellStart"/>
            <w:r w:rsidRPr="0018510A">
              <w:rPr>
                <w:rFonts w:cstheme="minorHAnsi"/>
                <w:b/>
                <w:sz w:val="14"/>
                <w:lang w:eastAsia="pl-PL"/>
              </w:rPr>
              <w:t>konstrukcyjno</w:t>
            </w:r>
            <w:proofErr w:type="spellEnd"/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 – budowlanym,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7A11F89" w:rsidR="004E2BC6" w:rsidRPr="000855FF" w:rsidRDefault="0018510A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co najmniej 1 osobą posiadającą świadectwo kwalifikacyjne grupy „D”, uprawniające do zajmowania się eksploatacją urządzeń, instalacji i sieci elektroenergetycznych powyżej 1 </w:t>
            </w:r>
            <w:proofErr w:type="spellStart"/>
            <w:r w:rsidRPr="0018510A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 na stanowisku dozor</w:t>
            </w:r>
            <w:r>
              <w:rPr>
                <w:rFonts w:cstheme="minorHAnsi"/>
                <w:b/>
                <w:sz w:val="14"/>
                <w:lang w:eastAsia="pl-PL"/>
              </w:rPr>
              <w:t>u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8510A" w:rsidRPr="000855FF" w14:paraId="3EF52407" w14:textId="77777777" w:rsidTr="00EB779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F704" w14:textId="7C51C2BC" w:rsidR="0018510A" w:rsidRPr="0018510A" w:rsidRDefault="0018510A" w:rsidP="0018510A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14"/>
                <w:lang w:eastAsia="pl-PL"/>
              </w:rPr>
            </w:pPr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co najmniej 1 osobą posiadającą świadectwo kwalifikacyjne grupy „E”, uprawniające do wykonywania prac na urządzeniach, instalacjach i sieciach elektroenergetycznych o napięciu powyżej 1 </w:t>
            </w:r>
            <w:proofErr w:type="spellStart"/>
            <w:r w:rsidRPr="0018510A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18510A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D8588E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lastRenderedPageBreak/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9920A0">
      <w:trPr>
        <w:trHeight w:val="1140"/>
      </w:trPr>
      <w:tc>
        <w:tcPr>
          <w:tcW w:w="6521" w:type="dxa"/>
          <w:vAlign w:val="center"/>
        </w:tcPr>
        <w:p w14:paraId="3C65840F" w14:textId="77777777" w:rsidR="005E2065" w:rsidRDefault="00347E8D" w:rsidP="0050738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E2BC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0BEDA1F" w14:textId="77777777" w:rsidR="0018510A" w:rsidRDefault="0018510A" w:rsidP="0018510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11" w:name="_Hlk21512375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Wykonanie modernizacji budowlanych stacji SN/</w:t>
          </w:r>
          <w:proofErr w:type="spellStart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6 rejonów energetycznych w PGE Dystrybucja S.A. Oddział Białystok – 6 części</w:t>
          </w:r>
        </w:p>
        <w:bookmarkEnd w:id="11"/>
        <w:p w14:paraId="5205B493" w14:textId="34C27575" w:rsidR="00347E8D" w:rsidRPr="006B2C28" w:rsidRDefault="0018510A" w:rsidP="0018510A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4193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0F69E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10A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79E5"/>
    <w:rsid w:val="00623B01"/>
    <w:rsid w:val="00625BB0"/>
    <w:rsid w:val="006261BB"/>
    <w:rsid w:val="00651399"/>
    <w:rsid w:val="0065322E"/>
    <w:rsid w:val="00655DA8"/>
    <w:rsid w:val="00660237"/>
    <w:rsid w:val="00670CE4"/>
    <w:rsid w:val="0067116D"/>
    <w:rsid w:val="0067572D"/>
    <w:rsid w:val="006775EE"/>
    <w:rsid w:val="00680F7C"/>
    <w:rsid w:val="0068507E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81A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0A0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14A4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4193 - Załącznik nr 8 do SWZ.docx</dmsv2BaseFileName>
    <dmsv2BaseDisplayName xmlns="http://schemas.microsoft.com/sharepoint/v3">4193 - Załącznik nr 8 do SWZ</dmsv2BaseDisplayName>
    <dmsv2SWPP2ObjectNumber xmlns="http://schemas.microsoft.com/sharepoint/v3">POST/DYS/OB/GZ/04193/2025                         </dmsv2SWPP2ObjectNumber>
    <dmsv2SWPP2SumMD5 xmlns="http://schemas.microsoft.com/sharepoint/v3">5e6967d93f62520192003d811ae00b2a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24016018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JEUP5JKVCYQC-1133723987-24515</_dlc_DocId>
    <_dlc_DocIdUrl xmlns="a19cb1c7-c5c7-46d4-85ae-d83685407bba">
      <Url>https://swpp2.dms.gkpge.pl/sites/41/_layouts/15/DocIdRedir.aspx?ID=JEUP5JKVCYQC-1133723987-24515</Url>
      <Description>JEUP5JKVCYQC-1133723987-24515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81E1D92-B6EA-492B-A4CC-6A700535F3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13</cp:revision>
  <cp:lastPrinted>2024-07-15T11:21:00Z</cp:lastPrinted>
  <dcterms:created xsi:type="dcterms:W3CDTF">2025-05-08T14:33:00Z</dcterms:created>
  <dcterms:modified xsi:type="dcterms:W3CDTF">2025-11-27T10:08:00Z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e8e41a39-bb9f-48a3-8267-e64c35e41fbf</vt:lpwstr>
  </property>
</Properties>
</file>